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3A77EC9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3148B0" w:rsidRPr="003148B0">
        <w:rPr>
          <w:rFonts w:cstheme="minorHAnsi"/>
          <w:b/>
          <w:lang w:eastAsia="pl-PL"/>
        </w:rPr>
        <w:t>POST/DYS/OLD/GZ/00196/2026</w:t>
      </w:r>
      <w:r w:rsidR="003148B0">
        <w:rPr>
          <w:rFonts w:cstheme="minorHAnsi"/>
          <w:b/>
          <w:lang w:eastAsia="pl-PL"/>
        </w:rPr>
        <w:t xml:space="preserve">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3148B0" w:rsidRPr="003148B0">
        <w:rPr>
          <w:rFonts w:cstheme="minorHAnsi"/>
          <w:b/>
          <w:bCs/>
          <w:szCs w:val="18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Kowiesy, Głuchów, Nowy Kawęczyn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2F3291C" w14:textId="5561B289" w:rsidR="00262237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48B8719" w14:textId="77777777" w:rsidR="00B73C18" w:rsidRDefault="00B73C1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5205B493" w14:textId="6EDE915A" w:rsidR="00347E8D" w:rsidRPr="006B2C28" w:rsidRDefault="003148B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148B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POST/DYS/OLD/GZ/00196/2026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0F2DBF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148B0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97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(S) (2).docx</dmsv2BaseFileName>
    <dmsv2BaseDisplayName xmlns="http://schemas.microsoft.com/sharepoint/v3">Załącznik nr 8 do SWZ - Oświadczenie o dysponowaniu osobami (S) (2)</dmsv2BaseDisplayName>
    <dmsv2SWPP2ObjectNumber xmlns="http://schemas.microsoft.com/sharepoint/v3">POST/DYS/OLD/GZ/00196/2026                        </dmsv2SWPP2ObjectNumber>
    <dmsv2SWPP2SumMD5 xmlns="http://schemas.microsoft.com/sharepoint/v3">16370ca349be32e36c7225d3d8a3035b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24181460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JEUP5JKVCYQC-1398355148-7354</_dlc_DocId>
    <_dlc_DocIdUrl xmlns="a19cb1c7-c5c7-46d4-85ae-d83685407bba">
      <Url>https://swpp2.dms.gkpge.pl/sites/41/_layouts/15/DocIdRedir.aspx?ID=JEUP5JKVCYQC-1398355148-7354</Url>
      <Description>JEUP5JKVCYQC-1398355148-7354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98D1DE76-28AD-4907-B97C-C0BA26A5321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11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11</cp:revision>
  <cp:lastPrinted>2024-07-15T11:21:00Z</cp:lastPrinted>
  <dcterms:created xsi:type="dcterms:W3CDTF">2025-10-02T08:28:00Z</dcterms:created>
  <dcterms:modified xsi:type="dcterms:W3CDTF">2026-01-23T11:12:00Z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d06102ba-5e2d-4d1c-a21c-537be50d9052</vt:lpwstr>
  </property>
</Properties>
</file>